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ermStart w:id="950213864" w:edGrp="everyone" w:displacedByCustomXml="next"/>
    <w:sdt>
      <w:sdtPr>
        <w:rPr>
          <w:rStyle w:val="Style3"/>
        </w:rPr>
        <w:alias w:val="ThesisTitle"/>
        <w:tag w:val="ThesisTitle"/>
        <w:id w:val="114795506"/>
        <w:placeholder>
          <w:docPart w:val="3C184B82D0514A74A4CA6376903C57FD"/>
        </w:placeholder>
        <w:showingPlcHdr/>
      </w:sdtPr>
      <w:sdtEndPr>
        <w:rPr>
          <w:rStyle w:val="DefaultParagraphFont"/>
          <w:caps w:val="0"/>
        </w:rPr>
      </w:sdtEndPr>
      <w:sdtContent>
        <w:p w:rsidR="006316E5" w:rsidRDefault="006316E5" w:rsidP="00421776">
          <w:pPr>
            <w:jc w:val="center"/>
            <w:rPr>
              <w:rStyle w:val="PlaceholderText"/>
            </w:rPr>
          </w:pPr>
          <w:r>
            <w:rPr>
              <w:rStyle w:val="PlaceholderText"/>
            </w:rPr>
            <w:t>THE TITLE OF THESIS OR DISSERTATION GOES HERE, CENTERED, IN ALL CAPS, AND DOUBLE-SPACED</w:t>
          </w:r>
        </w:p>
        <w:p w:rsidR="006316E5" w:rsidRDefault="006316E5" w:rsidP="00421776">
          <w:pPr>
            <w:jc w:val="center"/>
            <w:rPr>
              <w:rStyle w:val="PlaceholderText"/>
            </w:rPr>
          </w:pPr>
        </w:p>
        <w:p w:rsidR="00421776" w:rsidRDefault="005E059E" w:rsidP="00421776">
          <w:pPr>
            <w:jc w:val="center"/>
            <w:rPr>
              <w:rStyle w:val="Style3"/>
            </w:rPr>
          </w:pPr>
        </w:p>
      </w:sdtContent>
    </w:sdt>
    <w:p w:rsidR="00485398" w:rsidRDefault="00485398" w:rsidP="00485398">
      <w:pPr>
        <w:jc w:val="center"/>
      </w:pPr>
      <w:bookmarkStart w:id="0" w:name="_GoBack"/>
      <w:bookmarkEnd w:id="0"/>
    </w:p>
    <w:p w:rsidR="00485398" w:rsidRDefault="00485398" w:rsidP="00485398">
      <w:pPr>
        <w:jc w:val="center"/>
      </w:pPr>
    </w:p>
    <w:permEnd w:id="950213864"/>
    <w:p w:rsidR="00ED50D1" w:rsidRDefault="00ED50D1" w:rsidP="00485398">
      <w:pPr>
        <w:jc w:val="center"/>
      </w:pPr>
      <w:r>
        <w:t>by</w:t>
      </w:r>
    </w:p>
    <w:p w:rsidR="00ED50D1" w:rsidRDefault="00ED50D1" w:rsidP="00485398">
      <w:pPr>
        <w:jc w:val="center"/>
      </w:pPr>
    </w:p>
    <w:permStart w:id="837384271" w:edGrp="everyone" w:displacedByCustomXml="next"/>
    <w:sdt>
      <w:sdtPr>
        <w:alias w:val="YourName"/>
        <w:tag w:val="YourName"/>
        <w:id w:val="114795509"/>
        <w:placeholder>
          <w:docPart w:val="FE76BC7292F447F1BD18544CBE09A6B4"/>
        </w:placeholder>
        <w:showingPlcHdr/>
      </w:sdtPr>
      <w:sdtContent>
        <w:p w:rsidR="00421776" w:rsidRDefault="00421776" w:rsidP="00421776">
          <w:pPr>
            <w:jc w:val="center"/>
          </w:pPr>
          <w:r>
            <w:rPr>
              <w:rStyle w:val="PlaceholderText"/>
            </w:rPr>
            <w:t>Enter Your Name Here</w:t>
          </w:r>
          <w:r w:rsidR="005446DC">
            <w:rPr>
              <w:rStyle w:val="PlaceholderText"/>
            </w:rPr>
            <w:t xml:space="preserve"> (must match your registration records)</w:t>
          </w:r>
        </w:p>
      </w:sdtContent>
    </w:sdt>
    <w:permEnd w:id="837384271"/>
    <w:p w:rsidR="00ED50D1" w:rsidRDefault="00ED50D1" w:rsidP="00485398">
      <w:pPr>
        <w:jc w:val="center"/>
      </w:pPr>
    </w:p>
    <w:p w:rsidR="00485398" w:rsidRDefault="00485398" w:rsidP="00ED50D1">
      <w:pPr>
        <w:pBdr>
          <w:top w:val="single" w:sz="8" w:space="1" w:color="auto"/>
        </w:pBdr>
        <w:ind w:left="2160" w:right="2160"/>
        <w:jc w:val="center"/>
      </w:pPr>
    </w:p>
    <w:p w:rsidR="00882AED" w:rsidRDefault="00ED50D1" w:rsidP="00882AED">
      <w:pPr>
        <w:spacing w:line="240" w:lineRule="auto"/>
        <w:ind w:left="4320"/>
      </w:pPr>
      <w:r>
        <w:t>APPROVED:</w:t>
      </w:r>
    </w:p>
    <w:p w:rsidR="00882AED" w:rsidRDefault="00882AED" w:rsidP="00882AED">
      <w:pPr>
        <w:spacing w:line="240" w:lineRule="auto"/>
        <w:ind w:left="4320"/>
      </w:pPr>
    </w:p>
    <w:p w:rsidR="00882AED" w:rsidRDefault="00882AED" w:rsidP="00882AED">
      <w:pPr>
        <w:spacing w:line="240" w:lineRule="auto"/>
        <w:ind w:left="4320"/>
      </w:pPr>
    </w:p>
    <w:p w:rsidR="00882AED" w:rsidRDefault="00F8543C" w:rsidP="00F8543C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</w:t>
      </w:r>
    </w:p>
    <w:p w:rsidR="00ED50D1" w:rsidRDefault="005E059E" w:rsidP="00882AED">
      <w:pPr>
        <w:spacing w:line="240" w:lineRule="auto"/>
        <w:ind w:left="4320"/>
      </w:pPr>
      <w:sdt>
        <w:sdtPr>
          <w:id w:val="119360643"/>
          <w:placeholder>
            <w:docPart w:val="EAA746B34F374BE6BE2FE70B24D74867"/>
          </w:placeholder>
          <w:showingPlcHdr/>
        </w:sdtPr>
        <w:sdtContent>
          <w:permStart w:id="808339238" w:edGrp="everyone"/>
          <w:r w:rsidR="00F8543C">
            <w:rPr>
              <w:rStyle w:val="PlaceholderText"/>
            </w:rPr>
            <w:t>Enter T</w:t>
          </w:r>
          <w:r w:rsidR="00421776">
            <w:rPr>
              <w:rStyle w:val="PlaceholderText"/>
            </w:rPr>
            <w:t>hesis/Dissertation Director’s Name</w:t>
          </w:r>
          <w:permEnd w:id="808339238"/>
        </w:sdtContent>
      </w:sdt>
    </w:p>
    <w:p w:rsidR="00882AED" w:rsidRDefault="005E059E" w:rsidP="00882AED">
      <w:pPr>
        <w:spacing w:line="240" w:lineRule="auto"/>
        <w:ind w:left="4320"/>
      </w:pPr>
      <w:sdt>
        <w:sdtPr>
          <w:id w:val="119360646"/>
          <w:placeholder>
            <w:docPart w:val="C0612D21F1E94EBDA27123E0E14CF58E"/>
          </w:placeholder>
          <w:showingPlcHdr/>
          <w:dropDownList>
            <w:listItem w:displayText="Thesis" w:value="Thesis"/>
            <w:listItem w:displayText="Dissertation" w:value="Dissertation"/>
          </w:dropDownList>
        </w:sdtPr>
        <w:sdtContent>
          <w:permStart w:id="1426153810" w:edGrp="everyone"/>
          <w:r w:rsidR="00EE412C">
            <w:rPr>
              <w:rStyle w:val="PlaceholderText"/>
            </w:rPr>
            <w:t>Choose T</w:t>
          </w:r>
          <w:r w:rsidR="00421776">
            <w:rPr>
              <w:rStyle w:val="PlaceholderText"/>
            </w:rPr>
            <w:t>hesis or Diss</w:t>
          </w:r>
          <w:r w:rsidR="00882AED">
            <w:rPr>
              <w:rStyle w:val="PlaceholderText"/>
            </w:rPr>
            <w:t>erta</w:t>
          </w:r>
          <w:r w:rsidR="00C175CB">
            <w:rPr>
              <w:rStyle w:val="PlaceholderText"/>
            </w:rPr>
            <w:t>t</w:t>
          </w:r>
          <w:r w:rsidR="00882AED">
            <w:rPr>
              <w:rStyle w:val="PlaceholderText"/>
            </w:rPr>
            <w:t>io</w:t>
          </w:r>
          <w:r w:rsidR="00421776">
            <w:rPr>
              <w:rStyle w:val="PlaceholderText"/>
            </w:rPr>
            <w:t>n</w:t>
          </w:r>
          <w:permEnd w:id="1426153810"/>
        </w:sdtContent>
      </w:sdt>
      <w:r w:rsidR="00421776">
        <w:t xml:space="preserve"> </w:t>
      </w:r>
      <w:r w:rsidR="00882AED">
        <w:t>Director</w:t>
      </w:r>
    </w:p>
    <w:p w:rsidR="00882AED" w:rsidRDefault="00882AED" w:rsidP="00882AED">
      <w:pPr>
        <w:spacing w:line="240" w:lineRule="auto"/>
        <w:ind w:left="4320"/>
      </w:pPr>
    </w:p>
    <w:p w:rsidR="00882AED" w:rsidRDefault="00882AED" w:rsidP="00882AED">
      <w:pPr>
        <w:spacing w:line="240" w:lineRule="auto"/>
        <w:ind w:left="4320"/>
      </w:pPr>
    </w:p>
    <w:p w:rsidR="009C1568" w:rsidRDefault="00F8543C" w:rsidP="00882AED">
      <w:pPr>
        <w:spacing w:line="240" w:lineRule="auto"/>
        <w:ind w:left="4320"/>
      </w:pPr>
      <w:r>
        <w:t>____________________________________</w:t>
      </w:r>
      <w:sdt>
        <w:sdtPr>
          <w:id w:val="120399204"/>
          <w:placeholder>
            <w:docPart w:val="F4DD32707E384E9A945CD64912E5B250"/>
          </w:placeholder>
          <w:showingPlcHdr/>
        </w:sdtPr>
        <w:sdtContent>
          <w:permStart w:id="1687712284" w:edGrp="everyone"/>
          <w:r>
            <w:rPr>
              <w:rStyle w:val="PlaceholderText"/>
            </w:rPr>
            <w:t>Enter C</w:t>
          </w:r>
          <w:r w:rsidR="00882AED">
            <w:rPr>
              <w:rStyle w:val="PlaceholderText"/>
            </w:rPr>
            <w:t>ommittee Member’s</w:t>
          </w:r>
          <w:r w:rsidR="00421776">
            <w:rPr>
              <w:rStyle w:val="PlaceholderText"/>
            </w:rPr>
            <w:t xml:space="preserve"> Name</w:t>
          </w:r>
          <w:permEnd w:id="1687712284"/>
        </w:sdtContent>
      </w:sdt>
    </w:p>
    <w:p w:rsidR="00C175CB" w:rsidRDefault="00C175CB" w:rsidP="00C175CB">
      <w:pPr>
        <w:spacing w:line="240" w:lineRule="auto"/>
        <w:ind w:left="4320"/>
      </w:pPr>
    </w:p>
    <w:p w:rsidR="00C175CB" w:rsidRDefault="00C175CB" w:rsidP="00C175CB">
      <w:pPr>
        <w:spacing w:line="240" w:lineRule="auto"/>
        <w:ind w:left="4320"/>
      </w:pPr>
    </w:p>
    <w:p w:rsidR="00C175CB" w:rsidRDefault="00F8543C" w:rsidP="00C175CB">
      <w:pPr>
        <w:spacing w:line="240" w:lineRule="auto"/>
        <w:ind w:left="4320"/>
      </w:pPr>
      <w:r>
        <w:t>____________________________________</w:t>
      </w:r>
    </w:p>
    <w:p w:rsidR="00C175CB" w:rsidRDefault="005E059E" w:rsidP="00C175CB">
      <w:pPr>
        <w:tabs>
          <w:tab w:val="right" w:pos="8640"/>
        </w:tabs>
        <w:spacing w:line="240" w:lineRule="auto"/>
        <w:ind w:left="4320"/>
      </w:pPr>
      <w:sdt>
        <w:sdtPr>
          <w:id w:val="119360653"/>
          <w:lock w:val="sdtLocked"/>
          <w:placeholder>
            <w:docPart w:val="418D0E7B218E4389B4675C3974154F11"/>
          </w:placeholder>
          <w:showingPlcHdr/>
        </w:sdtPr>
        <w:sdtContent>
          <w:permStart w:id="522922046" w:edGrp="everyone"/>
          <w:r w:rsidR="00F8543C">
            <w:rPr>
              <w:rStyle w:val="PlaceholderText"/>
            </w:rPr>
            <w:t>Enter C</w:t>
          </w:r>
          <w:r w:rsidR="00421776">
            <w:rPr>
              <w:rStyle w:val="PlaceholderText"/>
            </w:rPr>
            <w:t>ommittee Member’s Name</w:t>
          </w:r>
          <w:permEnd w:id="522922046"/>
        </w:sdtContent>
      </w:sdt>
    </w:p>
    <w:p w:rsidR="009F38E1" w:rsidRDefault="009F38E1" w:rsidP="00C175CB">
      <w:pPr>
        <w:tabs>
          <w:tab w:val="right" w:pos="8640"/>
        </w:tabs>
        <w:spacing w:line="240" w:lineRule="auto"/>
        <w:ind w:left="4320"/>
      </w:pPr>
    </w:p>
    <w:p w:rsidR="00365E8E" w:rsidRDefault="00365E8E" w:rsidP="00365E8E">
      <w:pPr>
        <w:spacing w:line="240" w:lineRule="auto"/>
        <w:ind w:left="4320"/>
      </w:pPr>
      <w:permStart w:id="692281804" w:edGrp="everyone"/>
    </w:p>
    <w:p w:rsidR="00444E01" w:rsidRDefault="00444E01" w:rsidP="00ED50D1">
      <w:pPr>
        <w:spacing w:line="240" w:lineRule="auto"/>
        <w:ind w:right="4320"/>
      </w:pPr>
    </w:p>
    <w:p w:rsidR="004F2285" w:rsidRDefault="004F2285" w:rsidP="004F2285">
      <w:pPr>
        <w:spacing w:line="240" w:lineRule="auto"/>
      </w:pPr>
    </w:p>
    <w:permEnd w:id="692281804"/>
    <w:p w:rsidR="004F2285" w:rsidRDefault="004F2285" w:rsidP="004F2285">
      <w:pPr>
        <w:spacing w:line="240" w:lineRule="auto"/>
      </w:pPr>
      <w:r>
        <w:t>Approved:</w:t>
      </w:r>
    </w:p>
    <w:p w:rsidR="004F2285" w:rsidRDefault="004F2285" w:rsidP="004F2285">
      <w:pPr>
        <w:spacing w:line="240" w:lineRule="auto"/>
      </w:pPr>
    </w:p>
    <w:p w:rsidR="004F2285" w:rsidRDefault="004F2285" w:rsidP="004F2285">
      <w:pPr>
        <w:spacing w:line="240" w:lineRule="auto"/>
      </w:pPr>
    </w:p>
    <w:p w:rsidR="004F2285" w:rsidRDefault="004F2285" w:rsidP="004F2285">
      <w:pPr>
        <w:spacing w:line="240" w:lineRule="auto"/>
      </w:pPr>
      <w:r>
        <w:t>____________________________________</w:t>
      </w:r>
    </w:p>
    <w:p w:rsidR="004F2285" w:rsidRDefault="004F2285" w:rsidP="004F2285">
      <w:pPr>
        <w:spacing w:line="240" w:lineRule="auto"/>
      </w:pPr>
      <w:sdt>
        <w:sdtPr>
          <w:id w:val="1836727742"/>
          <w:placeholder>
            <w:docPart w:val="3F83307B62904642BE6CAA2D9E874B6C"/>
          </w:placeholder>
          <w:showingPlcHdr/>
        </w:sdtPr>
        <w:sdtContent>
          <w:permStart w:id="1103106784" w:edGrp="everyone"/>
          <w:r>
            <w:rPr>
              <w:rStyle w:val="PlaceholderText"/>
            </w:rPr>
            <w:t>Enter the dean’s complete name</w:t>
          </w:r>
          <w:permEnd w:id="1103106784"/>
        </w:sdtContent>
      </w:sdt>
      <w:r>
        <w:t>, Dean</w:t>
      </w:r>
    </w:p>
    <w:p w:rsidR="00444E01" w:rsidRDefault="004F2285" w:rsidP="004909F8">
      <w:pPr>
        <w:spacing w:line="240" w:lineRule="auto"/>
      </w:pPr>
      <w:r>
        <w:t xml:space="preserve">College of </w:t>
      </w:r>
      <w:sdt>
        <w:sdtPr>
          <w:id w:val="1836727743"/>
          <w:placeholder>
            <w:docPart w:val="2D43F8BECA2D4E45B4FBD9F197B06758"/>
          </w:placeholder>
          <w:showingPlcHdr/>
          <w:dropDownList>
            <w:listItem w:displayText="Arts and Sciences" w:value="Arts and Sciences"/>
            <w:listItem w:displayText="Business Administration" w:value="Business Administration"/>
            <w:listItem w:displayText="Criminal Justice" w:value="Criminal Justice"/>
            <w:listItem w:displayText="Education" w:value="Education"/>
            <w:listItem w:displayText="Humanities and Social Sciences" w:value="Humanities and Social Sciences"/>
          </w:dropDownList>
        </w:sdtPr>
        <w:sdtContent>
          <w:permStart w:id="780471550" w:edGrp="everyone"/>
          <w:r w:rsidRPr="00DA7D15">
            <w:rPr>
              <w:rStyle w:val="PlaceholderText"/>
            </w:rPr>
            <w:t>Choose</w:t>
          </w:r>
          <w:r>
            <w:rPr>
              <w:rStyle w:val="PlaceholderText"/>
            </w:rPr>
            <w:t xml:space="preserve"> the college</w:t>
          </w:r>
          <w:permEnd w:id="780471550"/>
        </w:sdtContent>
      </w:sdt>
    </w:p>
    <w:sectPr w:rsidR="00444E01" w:rsidSect="006316E5">
      <w:pgSz w:w="12240" w:h="15840"/>
      <w:pgMar w:top="1440" w:right="144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enforcement="1" w:cryptProviderType="rsaFull" w:cryptAlgorithmClass="hash" w:cryptAlgorithmType="typeAny" w:cryptAlgorithmSid="4" w:cryptSpinCount="100000" w:hash="hrmqDZyUme4RjpsEJbVmoLPalfk=" w:salt="rPJRYirUHD6d9BQLITfAfQ=="/>
  <w:defaultTabStop w:val="720"/>
  <w:characterSpacingControl w:val="doNotCompress"/>
  <w:compat>
    <w:compatSetting w:name="compatibilityMode" w:uri="http://schemas.microsoft.com/office/word" w:val="12"/>
  </w:compat>
  <w:rsids>
    <w:rsidRoot w:val="00485398"/>
    <w:rsid w:val="000256BB"/>
    <w:rsid w:val="00093488"/>
    <w:rsid w:val="000B5697"/>
    <w:rsid w:val="000C7C68"/>
    <w:rsid w:val="000D4454"/>
    <w:rsid w:val="000E6121"/>
    <w:rsid w:val="000F054D"/>
    <w:rsid w:val="000F1D53"/>
    <w:rsid w:val="001B306A"/>
    <w:rsid w:val="00243271"/>
    <w:rsid w:val="0034366C"/>
    <w:rsid w:val="0035741D"/>
    <w:rsid w:val="00365E8E"/>
    <w:rsid w:val="003D34BC"/>
    <w:rsid w:val="003E76C7"/>
    <w:rsid w:val="00421776"/>
    <w:rsid w:val="00444E01"/>
    <w:rsid w:val="00450E7F"/>
    <w:rsid w:val="0046334F"/>
    <w:rsid w:val="00466C78"/>
    <w:rsid w:val="00474457"/>
    <w:rsid w:val="00485398"/>
    <w:rsid w:val="004909F8"/>
    <w:rsid w:val="004D2F85"/>
    <w:rsid w:val="004F2285"/>
    <w:rsid w:val="004F48BA"/>
    <w:rsid w:val="004F531E"/>
    <w:rsid w:val="0050743E"/>
    <w:rsid w:val="005446DC"/>
    <w:rsid w:val="00553060"/>
    <w:rsid w:val="00567BC5"/>
    <w:rsid w:val="005A2651"/>
    <w:rsid w:val="005E059E"/>
    <w:rsid w:val="005F4AA4"/>
    <w:rsid w:val="00601106"/>
    <w:rsid w:val="006039E1"/>
    <w:rsid w:val="006049F9"/>
    <w:rsid w:val="0061527D"/>
    <w:rsid w:val="006316E5"/>
    <w:rsid w:val="00632DC2"/>
    <w:rsid w:val="00671F33"/>
    <w:rsid w:val="00686C39"/>
    <w:rsid w:val="006B29BA"/>
    <w:rsid w:val="00742FFE"/>
    <w:rsid w:val="008744B4"/>
    <w:rsid w:val="00882AED"/>
    <w:rsid w:val="008B7785"/>
    <w:rsid w:val="00903513"/>
    <w:rsid w:val="00907D42"/>
    <w:rsid w:val="00961530"/>
    <w:rsid w:val="009C1568"/>
    <w:rsid w:val="009E534D"/>
    <w:rsid w:val="009F38E1"/>
    <w:rsid w:val="00A37F32"/>
    <w:rsid w:val="00A5684E"/>
    <w:rsid w:val="00A84825"/>
    <w:rsid w:val="00AB246A"/>
    <w:rsid w:val="00B03A05"/>
    <w:rsid w:val="00B554D0"/>
    <w:rsid w:val="00B57A0F"/>
    <w:rsid w:val="00BB3D1E"/>
    <w:rsid w:val="00BB607C"/>
    <w:rsid w:val="00BD5552"/>
    <w:rsid w:val="00C175CB"/>
    <w:rsid w:val="00D06DBF"/>
    <w:rsid w:val="00DD7AC2"/>
    <w:rsid w:val="00DF6BC2"/>
    <w:rsid w:val="00E05F40"/>
    <w:rsid w:val="00E1696F"/>
    <w:rsid w:val="00E243C4"/>
    <w:rsid w:val="00E30399"/>
    <w:rsid w:val="00E44B33"/>
    <w:rsid w:val="00ED50D1"/>
    <w:rsid w:val="00EE412C"/>
    <w:rsid w:val="00F14BE6"/>
    <w:rsid w:val="00F609AC"/>
    <w:rsid w:val="00F7394C"/>
    <w:rsid w:val="00F8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9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049F9"/>
  </w:style>
  <w:style w:type="paragraph" w:styleId="Revision">
    <w:name w:val="Revision"/>
    <w:hidden/>
    <w:uiPriority w:val="99"/>
    <w:semiHidden/>
    <w:rsid w:val="00BB607C"/>
    <w:pPr>
      <w:spacing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60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07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B60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60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60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60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607C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421776"/>
    <w:rPr>
      <w:color w:val="808080"/>
    </w:rPr>
  </w:style>
  <w:style w:type="character" w:customStyle="1" w:styleId="Style3">
    <w:name w:val="Style3"/>
    <w:basedOn w:val="DefaultParagraphFont"/>
    <w:uiPriority w:val="1"/>
    <w:rsid w:val="00421776"/>
    <w:rPr>
      <w:cap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C184B82D0514A74A4CA6376903C57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44DE2F-F35F-4F7A-BBCE-27F43424B47B}"/>
      </w:docPartPr>
      <w:docPartBody>
        <w:p w:rsidR="00714491" w:rsidRDefault="00714491" w:rsidP="00714491">
          <w:pPr>
            <w:jc w:val="center"/>
            <w:rPr>
              <w:rStyle w:val="PlaceholderText"/>
            </w:rPr>
          </w:pPr>
          <w:r>
            <w:rPr>
              <w:rStyle w:val="PlaceholderText"/>
            </w:rPr>
            <w:t>THE TITLE OF THESIS OR DISSERTATION GOES HERE, CENTERED, IN ALL CAPS, AND DOUBLE-SPACED</w:t>
          </w:r>
        </w:p>
        <w:p w:rsidR="00714491" w:rsidRDefault="00714491" w:rsidP="00714491">
          <w:pPr>
            <w:jc w:val="center"/>
            <w:rPr>
              <w:rStyle w:val="PlaceholderText"/>
            </w:rPr>
          </w:pPr>
        </w:p>
        <w:p w:rsidR="004431B2" w:rsidRDefault="004431B2"/>
      </w:docPartBody>
    </w:docPart>
    <w:docPart>
      <w:docPartPr>
        <w:name w:val="FE76BC7292F447F1BD18544CBE09A6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8EADA1-791F-42EE-ABCF-1D2B7949B4AB}"/>
      </w:docPartPr>
      <w:docPartBody>
        <w:p w:rsidR="004431B2" w:rsidRDefault="00714491" w:rsidP="00714491">
          <w:pPr>
            <w:pStyle w:val="FE76BC7292F447F1BD18544CBE09A6B440"/>
          </w:pPr>
          <w:r>
            <w:rPr>
              <w:rStyle w:val="PlaceholderText"/>
            </w:rPr>
            <w:t>Enter Your Name Here (must match your registration records)</w:t>
          </w:r>
        </w:p>
      </w:docPartBody>
    </w:docPart>
    <w:docPart>
      <w:docPartPr>
        <w:name w:val="EAA746B34F374BE6BE2FE70B24D748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FFE1B0-408C-4B2C-B1D9-69B3722F588F}"/>
      </w:docPartPr>
      <w:docPartBody>
        <w:p w:rsidR="004431B2" w:rsidRDefault="00714491" w:rsidP="00714491">
          <w:pPr>
            <w:pStyle w:val="EAA746B34F374BE6BE2FE70B24D7486740"/>
          </w:pPr>
          <w:r>
            <w:rPr>
              <w:rStyle w:val="PlaceholderText"/>
            </w:rPr>
            <w:t>Enter Thesis/Dissertation Director’s Name</w:t>
          </w:r>
        </w:p>
      </w:docPartBody>
    </w:docPart>
    <w:docPart>
      <w:docPartPr>
        <w:name w:val="F4DD32707E384E9A945CD64912E5B2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08A0B9-9C8D-4291-A510-EB33BBCF679A}"/>
      </w:docPartPr>
      <w:docPartBody>
        <w:p w:rsidR="004431B2" w:rsidRDefault="00714491" w:rsidP="00714491">
          <w:pPr>
            <w:pStyle w:val="F4DD32707E384E9A945CD64912E5B25040"/>
          </w:pPr>
          <w:r>
            <w:rPr>
              <w:rStyle w:val="PlaceholderText"/>
            </w:rPr>
            <w:t>Enter Committee Member’s Name</w:t>
          </w:r>
        </w:p>
      </w:docPartBody>
    </w:docPart>
    <w:docPart>
      <w:docPartPr>
        <w:name w:val="418D0E7B218E4389B4675C3974154F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B3454F-52D5-489F-AAC8-36FED757E740}"/>
      </w:docPartPr>
      <w:docPartBody>
        <w:p w:rsidR="004431B2" w:rsidRDefault="00714491" w:rsidP="00714491">
          <w:pPr>
            <w:pStyle w:val="418D0E7B218E4389B4675C3974154F1140"/>
          </w:pPr>
          <w:r>
            <w:rPr>
              <w:rStyle w:val="PlaceholderText"/>
            </w:rPr>
            <w:t>Enter Committee Member’s Name</w:t>
          </w:r>
        </w:p>
      </w:docPartBody>
    </w:docPart>
    <w:docPart>
      <w:docPartPr>
        <w:name w:val="C0612D21F1E94EBDA27123E0E14CF5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C30BB6-E0EA-4831-89CF-247508C0CDCE}"/>
      </w:docPartPr>
      <w:docPartBody>
        <w:p w:rsidR="004431B2" w:rsidRDefault="00714491" w:rsidP="00714491">
          <w:pPr>
            <w:pStyle w:val="C0612D21F1E94EBDA27123E0E14CF58E40"/>
          </w:pPr>
          <w:r>
            <w:rPr>
              <w:rStyle w:val="PlaceholderText"/>
            </w:rPr>
            <w:t>Choose Thesis or Dissertation</w:t>
          </w:r>
        </w:p>
      </w:docPartBody>
    </w:docPart>
    <w:docPart>
      <w:docPartPr>
        <w:name w:val="3F83307B62904642BE6CAA2D9E874B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060966-8DA3-476E-9E24-5C736B3EC1EF}"/>
      </w:docPartPr>
      <w:docPartBody>
        <w:p w:rsidR="00714491" w:rsidRDefault="00714491" w:rsidP="00714491">
          <w:pPr>
            <w:pStyle w:val="3F83307B62904642BE6CAA2D9E874B6C"/>
          </w:pPr>
          <w:r>
            <w:rPr>
              <w:rStyle w:val="PlaceholderText"/>
            </w:rPr>
            <w:t>Enter the dean’s complete name</w:t>
          </w:r>
        </w:p>
      </w:docPartBody>
    </w:docPart>
    <w:docPart>
      <w:docPartPr>
        <w:name w:val="2D43F8BECA2D4E45B4FBD9F197B067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F29873-6D3A-4ACA-AA26-AD511572F5AE}"/>
      </w:docPartPr>
      <w:docPartBody>
        <w:p w:rsidR="00714491" w:rsidRDefault="00714491" w:rsidP="00714491">
          <w:pPr>
            <w:pStyle w:val="2D43F8BECA2D4E45B4FBD9F197B06758"/>
          </w:pPr>
          <w:r w:rsidRPr="00DA7D15">
            <w:rPr>
              <w:rStyle w:val="PlaceholderText"/>
            </w:rPr>
            <w:t>Choose</w:t>
          </w:r>
          <w:r>
            <w:rPr>
              <w:rStyle w:val="PlaceholderText"/>
            </w:rPr>
            <w:t xml:space="preserve"> the college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8127B"/>
    <w:rsid w:val="001572CF"/>
    <w:rsid w:val="001A16A2"/>
    <w:rsid w:val="002F7588"/>
    <w:rsid w:val="003E392C"/>
    <w:rsid w:val="004431B2"/>
    <w:rsid w:val="004972A9"/>
    <w:rsid w:val="0054089F"/>
    <w:rsid w:val="0058127B"/>
    <w:rsid w:val="00714491"/>
    <w:rsid w:val="0081579E"/>
    <w:rsid w:val="009C13D3"/>
    <w:rsid w:val="00C13F8A"/>
    <w:rsid w:val="00C5409A"/>
    <w:rsid w:val="00D7306C"/>
    <w:rsid w:val="00EA1866"/>
    <w:rsid w:val="00EC1148"/>
    <w:rsid w:val="00EC1861"/>
    <w:rsid w:val="00EE089E"/>
    <w:rsid w:val="00EE341A"/>
    <w:rsid w:val="00F5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1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14491"/>
    <w:rPr>
      <w:color w:val="808080"/>
    </w:rPr>
  </w:style>
  <w:style w:type="paragraph" w:customStyle="1" w:styleId="FE76BC7292F447F1BD18544CBE09A6B4">
    <w:name w:val="FE76BC7292F447F1BD18544CBE09A6B4"/>
    <w:rsid w:val="0058127B"/>
  </w:style>
  <w:style w:type="paragraph" w:customStyle="1" w:styleId="EAA746B34F374BE6BE2FE70B24D74867">
    <w:name w:val="EAA746B34F374BE6BE2FE70B24D74867"/>
    <w:rsid w:val="0058127B"/>
  </w:style>
  <w:style w:type="paragraph" w:customStyle="1" w:styleId="F4DD32707E384E9A945CD64912E5B250">
    <w:name w:val="F4DD32707E384E9A945CD64912E5B250"/>
    <w:rsid w:val="0058127B"/>
  </w:style>
  <w:style w:type="paragraph" w:customStyle="1" w:styleId="418D0E7B218E4389B4675C3974154F11">
    <w:name w:val="418D0E7B218E4389B4675C3974154F11"/>
    <w:rsid w:val="0058127B"/>
  </w:style>
  <w:style w:type="paragraph" w:customStyle="1" w:styleId="4D0D3446563D48708E4B4FE7FC3E2738">
    <w:name w:val="4D0D3446563D48708E4B4FE7FC3E2738"/>
    <w:rsid w:val="0058127B"/>
  </w:style>
  <w:style w:type="paragraph" w:customStyle="1" w:styleId="12C4AF92655B4CA0B7EE713C716BB822">
    <w:name w:val="12C4AF92655B4CA0B7EE713C716BB822"/>
    <w:rsid w:val="0058127B"/>
  </w:style>
  <w:style w:type="paragraph" w:customStyle="1" w:styleId="A2A78C848FF84CFEA9D05D80EEAA7E92">
    <w:name w:val="A2A78C848FF84CFEA9D05D80EEAA7E92"/>
    <w:rsid w:val="0058127B"/>
  </w:style>
  <w:style w:type="paragraph" w:customStyle="1" w:styleId="C0612D21F1E94EBDA27123E0E14CF58E">
    <w:name w:val="C0612D21F1E94EBDA27123E0E14CF58E"/>
    <w:rsid w:val="0058127B"/>
  </w:style>
  <w:style w:type="paragraph" w:customStyle="1" w:styleId="FA084B287D824FB99D2AE4C10DD8BDA3">
    <w:name w:val="FA084B287D824FB99D2AE4C10DD8BDA3"/>
    <w:rsid w:val="0058127B"/>
  </w:style>
  <w:style w:type="paragraph" w:customStyle="1" w:styleId="DBEEB87E694A4CDAA4B71DAB513F25FA">
    <w:name w:val="DBEEB87E694A4CDAA4B71DAB513F25FA"/>
    <w:rsid w:val="004431B2"/>
  </w:style>
  <w:style w:type="paragraph" w:customStyle="1" w:styleId="FE76BC7292F447F1BD18544CBE09A6B41">
    <w:name w:val="FE76BC7292F447F1BD18544CBE09A6B41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EAA746B34F374BE6BE2FE70B24D748671">
    <w:name w:val="EAA746B34F374BE6BE2FE70B24D748671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C0612D21F1E94EBDA27123E0E14CF58E1">
    <w:name w:val="C0612D21F1E94EBDA27123E0E14CF58E1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DBEEB87E694A4CDAA4B71DAB513F25FA1">
    <w:name w:val="DBEEB87E694A4CDAA4B71DAB513F25FA1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4DD32707E384E9A945CD64912E5B2501">
    <w:name w:val="F4DD32707E384E9A945CD64912E5B2501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A084B287D824FB99D2AE4C10DD8BDA31">
    <w:name w:val="FA084B287D824FB99D2AE4C10DD8BDA31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18D0E7B218E4389B4675C3974154F111">
    <w:name w:val="418D0E7B218E4389B4675C3974154F111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D0D3446563D48708E4B4FE7FC3E27381">
    <w:name w:val="4D0D3446563D48708E4B4FE7FC3E27381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12C4AF92655B4CA0B7EE713C716BB8221">
    <w:name w:val="12C4AF92655B4CA0B7EE713C716BB8221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A2A78C848FF84CFEA9D05D80EEAA7E921">
    <w:name w:val="A2A78C848FF84CFEA9D05D80EEAA7E921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32A080F4A72848E6A24CD8F647A3C5B3">
    <w:name w:val="32A080F4A72848E6A24CD8F647A3C5B3"/>
    <w:rsid w:val="004431B2"/>
  </w:style>
  <w:style w:type="paragraph" w:customStyle="1" w:styleId="FE76BC7292F447F1BD18544CBE09A6B42">
    <w:name w:val="FE76BC7292F447F1BD18544CBE09A6B42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EAA746B34F374BE6BE2FE70B24D748672">
    <w:name w:val="EAA746B34F374BE6BE2FE70B24D748672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C0612D21F1E94EBDA27123E0E14CF58E2">
    <w:name w:val="C0612D21F1E94EBDA27123E0E14CF58E2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DBEEB87E694A4CDAA4B71DAB513F25FA2">
    <w:name w:val="DBEEB87E694A4CDAA4B71DAB513F25FA2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4DD32707E384E9A945CD64912E5B2502">
    <w:name w:val="F4DD32707E384E9A945CD64912E5B2502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A084B287D824FB99D2AE4C10DD8BDA32">
    <w:name w:val="FA084B287D824FB99D2AE4C10DD8BDA32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32A080F4A72848E6A24CD8F647A3C5B31">
    <w:name w:val="32A080F4A72848E6A24CD8F647A3C5B31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18D0E7B218E4389B4675C3974154F112">
    <w:name w:val="418D0E7B218E4389B4675C3974154F112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D0D3446563D48708E4B4FE7FC3E27382">
    <w:name w:val="4D0D3446563D48708E4B4FE7FC3E27382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12C4AF92655B4CA0B7EE713C716BB8222">
    <w:name w:val="12C4AF92655B4CA0B7EE713C716BB8222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A2A78C848FF84CFEA9D05D80EEAA7E922">
    <w:name w:val="A2A78C848FF84CFEA9D05D80EEAA7E922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E76BC7292F447F1BD18544CBE09A6B43">
    <w:name w:val="FE76BC7292F447F1BD18544CBE09A6B43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EAA746B34F374BE6BE2FE70B24D748673">
    <w:name w:val="EAA746B34F374BE6BE2FE70B24D748673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C0612D21F1E94EBDA27123E0E14CF58E3">
    <w:name w:val="C0612D21F1E94EBDA27123E0E14CF58E3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DBEEB87E694A4CDAA4B71DAB513F25FA3">
    <w:name w:val="DBEEB87E694A4CDAA4B71DAB513F25FA3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4DD32707E384E9A945CD64912E5B2503">
    <w:name w:val="F4DD32707E384E9A945CD64912E5B2503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A084B287D824FB99D2AE4C10DD8BDA33">
    <w:name w:val="FA084B287D824FB99D2AE4C10DD8BDA33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32A080F4A72848E6A24CD8F647A3C5B32">
    <w:name w:val="32A080F4A72848E6A24CD8F647A3C5B32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18D0E7B218E4389B4675C3974154F113">
    <w:name w:val="418D0E7B218E4389B4675C3974154F113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D0D3446563D48708E4B4FE7FC3E27383">
    <w:name w:val="4D0D3446563D48708E4B4FE7FC3E27383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12C4AF92655B4CA0B7EE713C716BB8223">
    <w:name w:val="12C4AF92655B4CA0B7EE713C716BB8223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A2A78C848FF84CFEA9D05D80EEAA7E923">
    <w:name w:val="A2A78C848FF84CFEA9D05D80EEAA7E923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E76BC7292F447F1BD18544CBE09A6B44">
    <w:name w:val="FE76BC7292F447F1BD18544CBE09A6B44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EAA746B34F374BE6BE2FE70B24D748674">
    <w:name w:val="EAA746B34F374BE6BE2FE70B24D748674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C0612D21F1E94EBDA27123E0E14CF58E4">
    <w:name w:val="C0612D21F1E94EBDA27123E0E14CF58E4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DBEEB87E694A4CDAA4B71DAB513F25FA4">
    <w:name w:val="DBEEB87E694A4CDAA4B71DAB513F25FA4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4DD32707E384E9A945CD64912E5B2504">
    <w:name w:val="F4DD32707E384E9A945CD64912E5B2504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A084B287D824FB99D2AE4C10DD8BDA34">
    <w:name w:val="FA084B287D824FB99D2AE4C10DD8BDA34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32A080F4A72848E6A24CD8F647A3C5B33">
    <w:name w:val="32A080F4A72848E6A24CD8F647A3C5B33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18D0E7B218E4389B4675C3974154F114">
    <w:name w:val="418D0E7B218E4389B4675C3974154F114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D0D3446563D48708E4B4FE7FC3E27384">
    <w:name w:val="4D0D3446563D48708E4B4FE7FC3E27384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12C4AF92655B4CA0B7EE713C716BB8224">
    <w:name w:val="12C4AF92655B4CA0B7EE713C716BB8224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A2A78C848FF84CFEA9D05D80EEAA7E924">
    <w:name w:val="A2A78C848FF84CFEA9D05D80EEAA7E924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E76BC7292F447F1BD18544CBE09A6B45">
    <w:name w:val="FE76BC7292F447F1BD18544CBE09A6B45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EAA746B34F374BE6BE2FE70B24D748675">
    <w:name w:val="EAA746B34F374BE6BE2FE70B24D748675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C0612D21F1E94EBDA27123E0E14CF58E5">
    <w:name w:val="C0612D21F1E94EBDA27123E0E14CF58E5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DBEEB87E694A4CDAA4B71DAB513F25FA5">
    <w:name w:val="DBEEB87E694A4CDAA4B71DAB513F25FA5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4DD32707E384E9A945CD64912E5B2505">
    <w:name w:val="F4DD32707E384E9A945CD64912E5B2505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A084B287D824FB99D2AE4C10DD8BDA35">
    <w:name w:val="FA084B287D824FB99D2AE4C10DD8BDA35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32A080F4A72848E6A24CD8F647A3C5B34">
    <w:name w:val="32A080F4A72848E6A24CD8F647A3C5B34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18D0E7B218E4389B4675C3974154F115">
    <w:name w:val="418D0E7B218E4389B4675C3974154F115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D0D3446563D48708E4B4FE7FC3E27385">
    <w:name w:val="4D0D3446563D48708E4B4FE7FC3E27385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12C4AF92655B4CA0B7EE713C716BB8225">
    <w:name w:val="12C4AF92655B4CA0B7EE713C716BB8225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A2A78C848FF84CFEA9D05D80EEAA7E925">
    <w:name w:val="A2A78C848FF84CFEA9D05D80EEAA7E925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E76BC7292F447F1BD18544CBE09A6B46">
    <w:name w:val="FE76BC7292F447F1BD18544CBE09A6B46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EAA746B34F374BE6BE2FE70B24D748676">
    <w:name w:val="EAA746B34F374BE6BE2FE70B24D748676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C0612D21F1E94EBDA27123E0E14CF58E6">
    <w:name w:val="C0612D21F1E94EBDA27123E0E14CF58E6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DBEEB87E694A4CDAA4B71DAB513F25FA6">
    <w:name w:val="DBEEB87E694A4CDAA4B71DAB513F25FA6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4DD32707E384E9A945CD64912E5B2506">
    <w:name w:val="F4DD32707E384E9A945CD64912E5B2506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A084B287D824FB99D2AE4C10DD8BDA36">
    <w:name w:val="FA084B287D824FB99D2AE4C10DD8BDA36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32A080F4A72848E6A24CD8F647A3C5B35">
    <w:name w:val="32A080F4A72848E6A24CD8F647A3C5B35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18D0E7B218E4389B4675C3974154F116">
    <w:name w:val="418D0E7B218E4389B4675C3974154F116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D0D3446563D48708E4B4FE7FC3E27386">
    <w:name w:val="4D0D3446563D48708E4B4FE7FC3E27386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12C4AF92655B4CA0B7EE713C716BB8226">
    <w:name w:val="12C4AF92655B4CA0B7EE713C716BB8226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A2A78C848FF84CFEA9D05D80EEAA7E926">
    <w:name w:val="A2A78C848FF84CFEA9D05D80EEAA7E926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E76BC7292F447F1BD18544CBE09A6B47">
    <w:name w:val="FE76BC7292F447F1BD18544CBE09A6B47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EAA746B34F374BE6BE2FE70B24D748677">
    <w:name w:val="EAA746B34F374BE6BE2FE70B24D748677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C0612D21F1E94EBDA27123E0E14CF58E7">
    <w:name w:val="C0612D21F1E94EBDA27123E0E14CF58E7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DBEEB87E694A4CDAA4B71DAB513F25FA7">
    <w:name w:val="DBEEB87E694A4CDAA4B71DAB513F25FA7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4DD32707E384E9A945CD64912E5B2507">
    <w:name w:val="F4DD32707E384E9A945CD64912E5B2507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A084B287D824FB99D2AE4C10DD8BDA37">
    <w:name w:val="FA084B287D824FB99D2AE4C10DD8BDA37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32A080F4A72848E6A24CD8F647A3C5B36">
    <w:name w:val="32A080F4A72848E6A24CD8F647A3C5B36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18D0E7B218E4389B4675C3974154F117">
    <w:name w:val="418D0E7B218E4389B4675C3974154F117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D0D3446563D48708E4B4FE7FC3E27387">
    <w:name w:val="4D0D3446563D48708E4B4FE7FC3E27387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12C4AF92655B4CA0B7EE713C716BB8227">
    <w:name w:val="12C4AF92655B4CA0B7EE713C716BB8227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A2A78C848FF84CFEA9D05D80EEAA7E927">
    <w:name w:val="A2A78C848FF84CFEA9D05D80EEAA7E927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E76BC7292F447F1BD18544CBE09A6B48">
    <w:name w:val="FE76BC7292F447F1BD18544CBE09A6B48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EAA746B34F374BE6BE2FE70B24D748678">
    <w:name w:val="EAA746B34F374BE6BE2FE70B24D748678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C0612D21F1E94EBDA27123E0E14CF58E8">
    <w:name w:val="C0612D21F1E94EBDA27123E0E14CF58E8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DBEEB87E694A4CDAA4B71DAB513F25FA8">
    <w:name w:val="DBEEB87E694A4CDAA4B71DAB513F25FA8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4DD32707E384E9A945CD64912E5B2508">
    <w:name w:val="F4DD32707E384E9A945CD64912E5B2508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A084B287D824FB99D2AE4C10DD8BDA38">
    <w:name w:val="FA084B287D824FB99D2AE4C10DD8BDA38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32A080F4A72848E6A24CD8F647A3C5B37">
    <w:name w:val="32A080F4A72848E6A24CD8F647A3C5B37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18D0E7B218E4389B4675C3974154F118">
    <w:name w:val="418D0E7B218E4389B4675C3974154F118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D0D3446563D48708E4B4FE7FC3E27388">
    <w:name w:val="4D0D3446563D48708E4B4FE7FC3E27388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12C4AF92655B4CA0B7EE713C716BB8228">
    <w:name w:val="12C4AF92655B4CA0B7EE713C716BB8228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A2A78C848FF84CFEA9D05D80EEAA7E928">
    <w:name w:val="A2A78C848FF84CFEA9D05D80EEAA7E928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E76BC7292F447F1BD18544CBE09A6B49">
    <w:name w:val="FE76BC7292F447F1BD18544CBE09A6B49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EAA746B34F374BE6BE2FE70B24D748679">
    <w:name w:val="EAA746B34F374BE6BE2FE70B24D748679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C0612D21F1E94EBDA27123E0E14CF58E9">
    <w:name w:val="C0612D21F1E94EBDA27123E0E14CF58E9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DBEEB87E694A4CDAA4B71DAB513F25FA9">
    <w:name w:val="DBEEB87E694A4CDAA4B71DAB513F25FA9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4DD32707E384E9A945CD64912E5B2509">
    <w:name w:val="F4DD32707E384E9A945CD64912E5B2509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A084B287D824FB99D2AE4C10DD8BDA39">
    <w:name w:val="FA084B287D824FB99D2AE4C10DD8BDA39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32A080F4A72848E6A24CD8F647A3C5B38">
    <w:name w:val="32A080F4A72848E6A24CD8F647A3C5B38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18D0E7B218E4389B4675C3974154F119">
    <w:name w:val="418D0E7B218E4389B4675C3974154F119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C684328CB31F4B31861A75B29BA50126">
    <w:name w:val="C684328CB31F4B31861A75B29BA50126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D0D3446563D48708E4B4FE7FC3E27389">
    <w:name w:val="4D0D3446563D48708E4B4FE7FC3E27389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12C4AF92655B4CA0B7EE713C716BB8229">
    <w:name w:val="12C4AF92655B4CA0B7EE713C716BB8229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A2A78C848FF84CFEA9D05D80EEAA7E929">
    <w:name w:val="A2A78C848FF84CFEA9D05D80EEAA7E929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E76BC7292F447F1BD18544CBE09A6B410">
    <w:name w:val="FE76BC7292F447F1BD18544CBE09A6B410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EAA746B34F374BE6BE2FE70B24D7486710">
    <w:name w:val="EAA746B34F374BE6BE2FE70B24D7486710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C0612D21F1E94EBDA27123E0E14CF58E10">
    <w:name w:val="C0612D21F1E94EBDA27123E0E14CF58E10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DBEEB87E694A4CDAA4B71DAB513F25FA10">
    <w:name w:val="DBEEB87E694A4CDAA4B71DAB513F25FA10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4DD32707E384E9A945CD64912E5B25010">
    <w:name w:val="F4DD32707E384E9A945CD64912E5B25010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A084B287D824FB99D2AE4C10DD8BDA310">
    <w:name w:val="FA084B287D824FB99D2AE4C10DD8BDA310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32A080F4A72848E6A24CD8F647A3C5B39">
    <w:name w:val="32A080F4A72848E6A24CD8F647A3C5B39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18D0E7B218E4389B4675C3974154F1110">
    <w:name w:val="418D0E7B218E4389B4675C3974154F1110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C684328CB31F4B31861A75B29BA501261">
    <w:name w:val="C684328CB31F4B31861A75B29BA501261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D0D3446563D48708E4B4FE7FC3E273810">
    <w:name w:val="4D0D3446563D48708E4B4FE7FC3E273810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12C4AF92655B4CA0B7EE713C716BB82210">
    <w:name w:val="12C4AF92655B4CA0B7EE713C716BB82210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A2A78C848FF84CFEA9D05D80EEAA7E9210">
    <w:name w:val="A2A78C848FF84CFEA9D05D80EEAA7E9210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E76BC7292F447F1BD18544CBE09A6B411">
    <w:name w:val="FE76BC7292F447F1BD18544CBE09A6B411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EAA746B34F374BE6BE2FE70B24D7486711">
    <w:name w:val="EAA746B34F374BE6BE2FE70B24D7486711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C0612D21F1E94EBDA27123E0E14CF58E11">
    <w:name w:val="C0612D21F1E94EBDA27123E0E14CF58E11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DBEEB87E694A4CDAA4B71DAB513F25FA11">
    <w:name w:val="DBEEB87E694A4CDAA4B71DAB513F25FA11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4DD32707E384E9A945CD64912E5B25011">
    <w:name w:val="F4DD32707E384E9A945CD64912E5B25011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A084B287D824FB99D2AE4C10DD8BDA311">
    <w:name w:val="FA084B287D824FB99D2AE4C10DD8BDA311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32A080F4A72848E6A24CD8F647A3C5B310">
    <w:name w:val="32A080F4A72848E6A24CD8F647A3C5B310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18D0E7B218E4389B4675C3974154F1111">
    <w:name w:val="418D0E7B218E4389B4675C3974154F1111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C684328CB31F4B31861A75B29BA501262">
    <w:name w:val="C684328CB31F4B31861A75B29BA501262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D0D3446563D48708E4B4FE7FC3E273811">
    <w:name w:val="4D0D3446563D48708E4B4FE7FC3E273811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12C4AF92655B4CA0B7EE713C716BB82211">
    <w:name w:val="12C4AF92655B4CA0B7EE713C716BB82211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A2A78C848FF84CFEA9D05D80EEAA7E9211">
    <w:name w:val="A2A78C848FF84CFEA9D05D80EEAA7E9211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7BABA5A6F91940C4B003C85416E08375">
    <w:name w:val="7BABA5A6F91940C4B003C85416E08375"/>
    <w:rsid w:val="004431B2"/>
  </w:style>
  <w:style w:type="paragraph" w:customStyle="1" w:styleId="55D7528965CE4297873188453249B5F6">
    <w:name w:val="55D7528965CE4297873188453249B5F6"/>
    <w:rsid w:val="004431B2"/>
  </w:style>
  <w:style w:type="paragraph" w:customStyle="1" w:styleId="C353B3322A634F01BC41FD3A0A2262FC">
    <w:name w:val="C353B3322A634F01BC41FD3A0A2262FC"/>
    <w:rsid w:val="004431B2"/>
  </w:style>
  <w:style w:type="paragraph" w:customStyle="1" w:styleId="FE76BC7292F447F1BD18544CBE09A6B412">
    <w:name w:val="FE76BC7292F447F1BD18544CBE09A6B412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EAA746B34F374BE6BE2FE70B24D7486712">
    <w:name w:val="EAA746B34F374BE6BE2FE70B24D7486712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C0612D21F1E94EBDA27123E0E14CF58E12">
    <w:name w:val="C0612D21F1E94EBDA27123E0E14CF58E12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DBEEB87E694A4CDAA4B71DAB513F25FA12">
    <w:name w:val="DBEEB87E694A4CDAA4B71DAB513F25FA12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4DD32707E384E9A945CD64912E5B25012">
    <w:name w:val="F4DD32707E384E9A945CD64912E5B25012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A084B287D824FB99D2AE4C10DD8BDA312">
    <w:name w:val="FA084B287D824FB99D2AE4C10DD8BDA312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32A080F4A72848E6A24CD8F647A3C5B311">
    <w:name w:val="32A080F4A72848E6A24CD8F647A3C5B311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18D0E7B218E4389B4675C3974154F1112">
    <w:name w:val="418D0E7B218E4389B4675C3974154F1112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D0D3446563D48708E4B4FE7FC3E273812">
    <w:name w:val="4D0D3446563D48708E4B4FE7FC3E273812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12C4AF92655B4CA0B7EE713C716BB82212">
    <w:name w:val="12C4AF92655B4CA0B7EE713C716BB82212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A2A78C848FF84CFEA9D05D80EEAA7E9212">
    <w:name w:val="A2A78C848FF84CFEA9D05D80EEAA7E9212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E76BC7292F447F1BD18544CBE09A6B413">
    <w:name w:val="FE76BC7292F447F1BD18544CBE09A6B413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EAA746B34F374BE6BE2FE70B24D7486713">
    <w:name w:val="EAA746B34F374BE6BE2FE70B24D7486713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C0612D21F1E94EBDA27123E0E14CF58E13">
    <w:name w:val="C0612D21F1E94EBDA27123E0E14CF58E13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DBEEB87E694A4CDAA4B71DAB513F25FA13">
    <w:name w:val="DBEEB87E694A4CDAA4B71DAB513F25FA13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4DD32707E384E9A945CD64912E5B25013">
    <w:name w:val="F4DD32707E384E9A945CD64912E5B25013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A084B287D824FB99D2AE4C10DD8BDA313">
    <w:name w:val="FA084B287D824FB99D2AE4C10DD8BDA313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32A080F4A72848E6A24CD8F647A3C5B312">
    <w:name w:val="32A080F4A72848E6A24CD8F647A3C5B312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18D0E7B218E4389B4675C3974154F1113">
    <w:name w:val="418D0E7B218E4389B4675C3974154F1113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D0D3446563D48708E4B4FE7FC3E273813">
    <w:name w:val="4D0D3446563D48708E4B4FE7FC3E273813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12C4AF92655B4CA0B7EE713C716BB82213">
    <w:name w:val="12C4AF92655B4CA0B7EE713C716BB82213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A2A78C848FF84CFEA9D05D80EEAA7E9213">
    <w:name w:val="A2A78C848FF84CFEA9D05D80EEAA7E9213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E76BC7292F447F1BD18544CBE09A6B414">
    <w:name w:val="FE76BC7292F447F1BD18544CBE09A6B414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EAA746B34F374BE6BE2FE70B24D7486714">
    <w:name w:val="EAA746B34F374BE6BE2FE70B24D7486714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C0612D21F1E94EBDA27123E0E14CF58E14">
    <w:name w:val="C0612D21F1E94EBDA27123E0E14CF58E14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DBEEB87E694A4CDAA4B71DAB513F25FA14">
    <w:name w:val="DBEEB87E694A4CDAA4B71DAB513F25FA14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4DD32707E384E9A945CD64912E5B25014">
    <w:name w:val="F4DD32707E384E9A945CD64912E5B25014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A084B287D824FB99D2AE4C10DD8BDA314">
    <w:name w:val="FA084B287D824FB99D2AE4C10DD8BDA314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32A080F4A72848E6A24CD8F647A3C5B313">
    <w:name w:val="32A080F4A72848E6A24CD8F647A3C5B313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18D0E7B218E4389B4675C3974154F1114">
    <w:name w:val="418D0E7B218E4389B4675C3974154F1114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D0D3446563D48708E4B4FE7FC3E273814">
    <w:name w:val="4D0D3446563D48708E4B4FE7FC3E273814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12C4AF92655B4CA0B7EE713C716BB82214">
    <w:name w:val="12C4AF92655B4CA0B7EE713C716BB82214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A2A78C848FF84CFEA9D05D80EEAA7E9214">
    <w:name w:val="A2A78C848FF84CFEA9D05D80EEAA7E9214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E76BC7292F447F1BD18544CBE09A6B415">
    <w:name w:val="FE76BC7292F447F1BD18544CBE09A6B415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EAA746B34F374BE6BE2FE70B24D7486715">
    <w:name w:val="EAA746B34F374BE6BE2FE70B24D7486715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C0612D21F1E94EBDA27123E0E14CF58E15">
    <w:name w:val="C0612D21F1E94EBDA27123E0E14CF58E15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DBEEB87E694A4CDAA4B71DAB513F25FA15">
    <w:name w:val="DBEEB87E694A4CDAA4B71DAB513F25FA15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4DD32707E384E9A945CD64912E5B25015">
    <w:name w:val="F4DD32707E384E9A945CD64912E5B25015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A084B287D824FB99D2AE4C10DD8BDA315">
    <w:name w:val="FA084B287D824FB99D2AE4C10DD8BDA315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32A080F4A72848E6A24CD8F647A3C5B314">
    <w:name w:val="32A080F4A72848E6A24CD8F647A3C5B314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18D0E7B218E4389B4675C3974154F1115">
    <w:name w:val="418D0E7B218E4389B4675C3974154F1115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D0D3446563D48708E4B4FE7FC3E273815">
    <w:name w:val="4D0D3446563D48708E4B4FE7FC3E273815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12C4AF92655B4CA0B7EE713C716BB82215">
    <w:name w:val="12C4AF92655B4CA0B7EE713C716BB82215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A2A78C848FF84CFEA9D05D80EEAA7E9215">
    <w:name w:val="A2A78C848FF84CFEA9D05D80EEAA7E9215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E76BC7292F447F1BD18544CBE09A6B416">
    <w:name w:val="FE76BC7292F447F1BD18544CBE09A6B416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EAA746B34F374BE6BE2FE70B24D7486716">
    <w:name w:val="EAA746B34F374BE6BE2FE70B24D7486716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C0612D21F1E94EBDA27123E0E14CF58E16">
    <w:name w:val="C0612D21F1E94EBDA27123E0E14CF58E16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DBEEB87E694A4CDAA4B71DAB513F25FA16">
    <w:name w:val="DBEEB87E694A4CDAA4B71DAB513F25FA16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4DD32707E384E9A945CD64912E5B25016">
    <w:name w:val="F4DD32707E384E9A945CD64912E5B25016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A084B287D824FB99D2AE4C10DD8BDA316">
    <w:name w:val="FA084B287D824FB99D2AE4C10DD8BDA316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32A080F4A72848E6A24CD8F647A3C5B315">
    <w:name w:val="32A080F4A72848E6A24CD8F647A3C5B315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18D0E7B218E4389B4675C3974154F1116">
    <w:name w:val="418D0E7B218E4389B4675C3974154F1116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D0D3446563D48708E4B4FE7FC3E273816">
    <w:name w:val="4D0D3446563D48708E4B4FE7FC3E273816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12C4AF92655B4CA0B7EE713C716BB82216">
    <w:name w:val="12C4AF92655B4CA0B7EE713C716BB82216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A2A78C848FF84CFEA9D05D80EEAA7E9216">
    <w:name w:val="A2A78C848FF84CFEA9D05D80EEAA7E9216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E76BC7292F447F1BD18544CBE09A6B417">
    <w:name w:val="FE76BC7292F447F1BD18544CBE09A6B417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EAA746B34F374BE6BE2FE70B24D7486717">
    <w:name w:val="EAA746B34F374BE6BE2FE70B24D7486717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C0612D21F1E94EBDA27123E0E14CF58E17">
    <w:name w:val="C0612D21F1E94EBDA27123E0E14CF58E17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DBEEB87E694A4CDAA4B71DAB513F25FA17">
    <w:name w:val="DBEEB87E694A4CDAA4B71DAB513F25FA17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4DD32707E384E9A945CD64912E5B25017">
    <w:name w:val="F4DD32707E384E9A945CD64912E5B25017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A084B287D824FB99D2AE4C10DD8BDA317">
    <w:name w:val="FA084B287D824FB99D2AE4C10DD8BDA317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32A080F4A72848E6A24CD8F647A3C5B316">
    <w:name w:val="32A080F4A72848E6A24CD8F647A3C5B316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18D0E7B218E4389B4675C3974154F1117">
    <w:name w:val="418D0E7B218E4389B4675C3974154F1117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D0D3446563D48708E4B4FE7FC3E273817">
    <w:name w:val="4D0D3446563D48708E4B4FE7FC3E273817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12C4AF92655B4CA0B7EE713C716BB82217">
    <w:name w:val="12C4AF92655B4CA0B7EE713C716BB82217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A2A78C848FF84CFEA9D05D80EEAA7E9217">
    <w:name w:val="A2A78C848FF84CFEA9D05D80EEAA7E9217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E76BC7292F447F1BD18544CBE09A6B418">
    <w:name w:val="FE76BC7292F447F1BD18544CBE09A6B418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EAA746B34F374BE6BE2FE70B24D7486718">
    <w:name w:val="EAA746B34F374BE6BE2FE70B24D7486718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C0612D21F1E94EBDA27123E0E14CF58E18">
    <w:name w:val="C0612D21F1E94EBDA27123E0E14CF58E18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DBEEB87E694A4CDAA4B71DAB513F25FA18">
    <w:name w:val="DBEEB87E694A4CDAA4B71DAB513F25FA18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4DD32707E384E9A945CD64912E5B25018">
    <w:name w:val="F4DD32707E384E9A945CD64912E5B25018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A084B287D824FB99D2AE4C10DD8BDA318">
    <w:name w:val="FA084B287D824FB99D2AE4C10DD8BDA318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32A080F4A72848E6A24CD8F647A3C5B317">
    <w:name w:val="32A080F4A72848E6A24CD8F647A3C5B317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18D0E7B218E4389B4675C3974154F1118">
    <w:name w:val="418D0E7B218E4389B4675C3974154F1118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D0D3446563D48708E4B4FE7FC3E273818">
    <w:name w:val="4D0D3446563D48708E4B4FE7FC3E273818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12C4AF92655B4CA0B7EE713C716BB82218">
    <w:name w:val="12C4AF92655B4CA0B7EE713C716BB82218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A2A78C848FF84CFEA9D05D80EEAA7E9218">
    <w:name w:val="A2A78C848FF84CFEA9D05D80EEAA7E9218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E76BC7292F447F1BD18544CBE09A6B419">
    <w:name w:val="FE76BC7292F447F1BD18544CBE09A6B419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EAA746B34F374BE6BE2FE70B24D7486719">
    <w:name w:val="EAA746B34F374BE6BE2FE70B24D7486719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C0612D21F1E94EBDA27123E0E14CF58E19">
    <w:name w:val="C0612D21F1E94EBDA27123E0E14CF58E19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DBEEB87E694A4CDAA4B71DAB513F25FA19">
    <w:name w:val="DBEEB87E694A4CDAA4B71DAB513F25FA19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4DD32707E384E9A945CD64912E5B25019">
    <w:name w:val="F4DD32707E384E9A945CD64912E5B25019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A084B287D824FB99D2AE4C10DD8BDA319">
    <w:name w:val="FA084B287D824FB99D2AE4C10DD8BDA319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32A080F4A72848E6A24CD8F647A3C5B318">
    <w:name w:val="32A080F4A72848E6A24CD8F647A3C5B318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18D0E7B218E4389B4675C3974154F1119">
    <w:name w:val="418D0E7B218E4389B4675C3974154F1119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D0D3446563D48708E4B4FE7FC3E273819">
    <w:name w:val="4D0D3446563D48708E4B4FE7FC3E273819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12C4AF92655B4CA0B7EE713C716BB82219">
    <w:name w:val="12C4AF92655B4CA0B7EE713C716BB82219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A2A78C848FF84CFEA9D05D80EEAA7E9219">
    <w:name w:val="A2A78C848FF84CFEA9D05D80EEAA7E9219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E76BC7292F447F1BD18544CBE09A6B420">
    <w:name w:val="FE76BC7292F447F1BD18544CBE09A6B420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EAA746B34F374BE6BE2FE70B24D7486720">
    <w:name w:val="EAA746B34F374BE6BE2FE70B24D7486720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C0612D21F1E94EBDA27123E0E14CF58E20">
    <w:name w:val="C0612D21F1E94EBDA27123E0E14CF58E20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DBEEB87E694A4CDAA4B71DAB513F25FA20">
    <w:name w:val="DBEEB87E694A4CDAA4B71DAB513F25FA20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4DD32707E384E9A945CD64912E5B25020">
    <w:name w:val="F4DD32707E384E9A945CD64912E5B25020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A084B287D824FB99D2AE4C10DD8BDA320">
    <w:name w:val="FA084B287D824FB99D2AE4C10DD8BDA320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32A080F4A72848E6A24CD8F647A3C5B319">
    <w:name w:val="32A080F4A72848E6A24CD8F647A3C5B319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18D0E7B218E4389B4675C3974154F1120">
    <w:name w:val="418D0E7B218E4389B4675C3974154F1120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D0D3446563D48708E4B4FE7FC3E273820">
    <w:name w:val="4D0D3446563D48708E4B4FE7FC3E273820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12C4AF92655B4CA0B7EE713C716BB82220">
    <w:name w:val="12C4AF92655B4CA0B7EE713C716BB82220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A2A78C848FF84CFEA9D05D80EEAA7E9220">
    <w:name w:val="A2A78C848FF84CFEA9D05D80EEAA7E9220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E76BC7292F447F1BD18544CBE09A6B421">
    <w:name w:val="FE76BC7292F447F1BD18544CBE09A6B421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EAA746B34F374BE6BE2FE70B24D7486721">
    <w:name w:val="EAA746B34F374BE6BE2FE70B24D7486721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C0612D21F1E94EBDA27123E0E14CF58E21">
    <w:name w:val="C0612D21F1E94EBDA27123E0E14CF58E21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DBEEB87E694A4CDAA4B71DAB513F25FA21">
    <w:name w:val="DBEEB87E694A4CDAA4B71DAB513F25FA21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4DD32707E384E9A945CD64912E5B25021">
    <w:name w:val="F4DD32707E384E9A945CD64912E5B25021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A084B287D824FB99D2AE4C10DD8BDA321">
    <w:name w:val="FA084B287D824FB99D2AE4C10DD8BDA321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32A080F4A72848E6A24CD8F647A3C5B320">
    <w:name w:val="32A080F4A72848E6A24CD8F647A3C5B320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18D0E7B218E4389B4675C3974154F1121">
    <w:name w:val="418D0E7B218E4389B4675C3974154F1121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D0D3446563D48708E4B4FE7FC3E273821">
    <w:name w:val="4D0D3446563D48708E4B4FE7FC3E273821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12C4AF92655B4CA0B7EE713C716BB82221">
    <w:name w:val="12C4AF92655B4CA0B7EE713C716BB82221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A2A78C848FF84CFEA9D05D80EEAA7E9221">
    <w:name w:val="A2A78C848FF84CFEA9D05D80EEAA7E9221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64C1DAB2A1B24658AEFC8307B3ED7F52">
    <w:name w:val="64C1DAB2A1B24658AEFC8307B3ED7F52"/>
    <w:rsid w:val="004431B2"/>
  </w:style>
  <w:style w:type="paragraph" w:customStyle="1" w:styleId="FE76BC7292F447F1BD18544CBE09A6B422">
    <w:name w:val="FE76BC7292F447F1BD18544CBE09A6B422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EAA746B34F374BE6BE2FE70B24D7486722">
    <w:name w:val="EAA746B34F374BE6BE2FE70B24D7486722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C0612D21F1E94EBDA27123E0E14CF58E22">
    <w:name w:val="C0612D21F1E94EBDA27123E0E14CF58E22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DBEEB87E694A4CDAA4B71DAB513F25FA22">
    <w:name w:val="DBEEB87E694A4CDAA4B71DAB513F25FA22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4DD32707E384E9A945CD64912E5B25022">
    <w:name w:val="F4DD32707E384E9A945CD64912E5B25022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A084B287D824FB99D2AE4C10DD8BDA322">
    <w:name w:val="FA084B287D824FB99D2AE4C10DD8BDA322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32A080F4A72848E6A24CD8F647A3C5B321">
    <w:name w:val="32A080F4A72848E6A24CD8F647A3C5B321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18D0E7B218E4389B4675C3974154F1122">
    <w:name w:val="418D0E7B218E4389B4675C3974154F1122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D0D3446563D48708E4B4FE7FC3E273822">
    <w:name w:val="4D0D3446563D48708E4B4FE7FC3E273822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12C4AF92655B4CA0B7EE713C716BB82222">
    <w:name w:val="12C4AF92655B4CA0B7EE713C716BB82222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A2A78C848FF84CFEA9D05D80EEAA7E9222">
    <w:name w:val="A2A78C848FF84CFEA9D05D80EEAA7E9222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E76BC7292F447F1BD18544CBE09A6B423">
    <w:name w:val="FE76BC7292F447F1BD18544CBE09A6B423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EAA746B34F374BE6BE2FE70B24D7486723">
    <w:name w:val="EAA746B34F374BE6BE2FE70B24D7486723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C0612D21F1E94EBDA27123E0E14CF58E23">
    <w:name w:val="C0612D21F1E94EBDA27123E0E14CF58E23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DBEEB87E694A4CDAA4B71DAB513F25FA23">
    <w:name w:val="DBEEB87E694A4CDAA4B71DAB513F25FA23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4DD32707E384E9A945CD64912E5B25023">
    <w:name w:val="F4DD32707E384E9A945CD64912E5B25023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A084B287D824FB99D2AE4C10DD8BDA323">
    <w:name w:val="FA084B287D824FB99D2AE4C10DD8BDA323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32A080F4A72848E6A24CD8F647A3C5B322">
    <w:name w:val="32A080F4A72848E6A24CD8F647A3C5B322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18D0E7B218E4389B4675C3974154F1123">
    <w:name w:val="418D0E7B218E4389B4675C3974154F1123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D0D3446563D48708E4B4FE7FC3E273823">
    <w:name w:val="4D0D3446563D48708E4B4FE7FC3E273823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12C4AF92655B4CA0B7EE713C716BB82223">
    <w:name w:val="12C4AF92655B4CA0B7EE713C716BB82223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A2A78C848FF84CFEA9D05D80EEAA7E9223">
    <w:name w:val="A2A78C848FF84CFEA9D05D80EEAA7E9223"/>
    <w:rsid w:val="004431B2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E76BC7292F447F1BD18544CBE09A6B424">
    <w:name w:val="FE76BC7292F447F1BD18544CBE09A6B424"/>
    <w:rsid w:val="009C13D3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EAA746B34F374BE6BE2FE70B24D7486724">
    <w:name w:val="EAA746B34F374BE6BE2FE70B24D7486724"/>
    <w:rsid w:val="009C13D3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C0612D21F1E94EBDA27123E0E14CF58E24">
    <w:name w:val="C0612D21F1E94EBDA27123E0E14CF58E24"/>
    <w:rsid w:val="009C13D3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DBEEB87E694A4CDAA4B71DAB513F25FA24">
    <w:name w:val="DBEEB87E694A4CDAA4B71DAB513F25FA24"/>
    <w:rsid w:val="009C13D3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4DD32707E384E9A945CD64912E5B25024">
    <w:name w:val="F4DD32707E384E9A945CD64912E5B25024"/>
    <w:rsid w:val="009C13D3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A084B287D824FB99D2AE4C10DD8BDA324">
    <w:name w:val="FA084B287D824FB99D2AE4C10DD8BDA324"/>
    <w:rsid w:val="009C13D3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32A080F4A72848E6A24CD8F647A3C5B323">
    <w:name w:val="32A080F4A72848E6A24CD8F647A3C5B323"/>
    <w:rsid w:val="009C13D3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18D0E7B218E4389B4675C3974154F1124">
    <w:name w:val="418D0E7B218E4389B4675C3974154F1124"/>
    <w:rsid w:val="009C13D3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D0D3446563D48708E4B4FE7FC3E273824">
    <w:name w:val="4D0D3446563D48708E4B4FE7FC3E273824"/>
    <w:rsid w:val="009C13D3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12C4AF92655B4CA0B7EE713C716BB82224">
    <w:name w:val="12C4AF92655B4CA0B7EE713C716BB82224"/>
    <w:rsid w:val="009C13D3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A2A78C848FF84CFEA9D05D80EEAA7E9224">
    <w:name w:val="A2A78C848FF84CFEA9D05D80EEAA7E9224"/>
    <w:rsid w:val="009C13D3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E76BC7292F447F1BD18544CBE09A6B425">
    <w:name w:val="FE76BC7292F447F1BD18544CBE09A6B425"/>
    <w:rsid w:val="009C13D3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EAA746B34F374BE6BE2FE70B24D7486725">
    <w:name w:val="EAA746B34F374BE6BE2FE70B24D7486725"/>
    <w:rsid w:val="009C13D3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C0612D21F1E94EBDA27123E0E14CF58E25">
    <w:name w:val="C0612D21F1E94EBDA27123E0E14CF58E25"/>
    <w:rsid w:val="009C13D3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DBEEB87E694A4CDAA4B71DAB513F25FA25">
    <w:name w:val="DBEEB87E694A4CDAA4B71DAB513F25FA25"/>
    <w:rsid w:val="009C13D3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4DD32707E384E9A945CD64912E5B25025">
    <w:name w:val="F4DD32707E384E9A945CD64912E5B25025"/>
    <w:rsid w:val="009C13D3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A084B287D824FB99D2AE4C10DD8BDA325">
    <w:name w:val="FA084B287D824FB99D2AE4C10DD8BDA325"/>
    <w:rsid w:val="009C13D3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32A080F4A72848E6A24CD8F647A3C5B324">
    <w:name w:val="32A080F4A72848E6A24CD8F647A3C5B324"/>
    <w:rsid w:val="009C13D3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18D0E7B218E4389B4675C3974154F1125">
    <w:name w:val="418D0E7B218E4389B4675C3974154F1125"/>
    <w:rsid w:val="009C13D3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D0D3446563D48708E4B4FE7FC3E273825">
    <w:name w:val="4D0D3446563D48708E4B4FE7FC3E273825"/>
    <w:rsid w:val="009C13D3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12C4AF92655B4CA0B7EE713C716BB82225">
    <w:name w:val="12C4AF92655B4CA0B7EE713C716BB82225"/>
    <w:rsid w:val="009C13D3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A2A78C848FF84CFEA9D05D80EEAA7E9225">
    <w:name w:val="A2A78C848FF84CFEA9D05D80EEAA7E9225"/>
    <w:rsid w:val="009C13D3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E76BC7292F447F1BD18544CBE09A6B426">
    <w:name w:val="FE76BC7292F447F1BD18544CBE09A6B426"/>
    <w:rsid w:val="009C13D3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EAA746B34F374BE6BE2FE70B24D7486726">
    <w:name w:val="EAA746B34F374BE6BE2FE70B24D7486726"/>
    <w:rsid w:val="009C13D3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C0612D21F1E94EBDA27123E0E14CF58E26">
    <w:name w:val="C0612D21F1E94EBDA27123E0E14CF58E26"/>
    <w:rsid w:val="009C13D3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DBEEB87E694A4CDAA4B71DAB513F25FA26">
    <w:name w:val="DBEEB87E694A4CDAA4B71DAB513F25FA26"/>
    <w:rsid w:val="009C13D3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4DD32707E384E9A945CD64912E5B25026">
    <w:name w:val="F4DD32707E384E9A945CD64912E5B25026"/>
    <w:rsid w:val="009C13D3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A084B287D824FB99D2AE4C10DD8BDA326">
    <w:name w:val="FA084B287D824FB99D2AE4C10DD8BDA326"/>
    <w:rsid w:val="009C13D3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32A080F4A72848E6A24CD8F647A3C5B325">
    <w:name w:val="32A080F4A72848E6A24CD8F647A3C5B325"/>
    <w:rsid w:val="009C13D3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18D0E7B218E4389B4675C3974154F1126">
    <w:name w:val="418D0E7B218E4389B4675C3974154F1126"/>
    <w:rsid w:val="009C13D3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D0D3446563D48708E4B4FE7FC3E273826">
    <w:name w:val="4D0D3446563D48708E4B4FE7FC3E273826"/>
    <w:rsid w:val="009C13D3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12C4AF92655B4CA0B7EE713C716BB82226">
    <w:name w:val="12C4AF92655B4CA0B7EE713C716BB82226"/>
    <w:rsid w:val="009C13D3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A2A78C848FF84CFEA9D05D80EEAA7E9226">
    <w:name w:val="A2A78C848FF84CFEA9D05D80EEAA7E9226"/>
    <w:rsid w:val="009C13D3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E76BC7292F447F1BD18544CBE09A6B427">
    <w:name w:val="FE76BC7292F447F1BD18544CBE09A6B427"/>
    <w:rsid w:val="009C13D3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EAA746B34F374BE6BE2FE70B24D7486727">
    <w:name w:val="EAA746B34F374BE6BE2FE70B24D7486727"/>
    <w:rsid w:val="009C13D3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C0612D21F1E94EBDA27123E0E14CF58E27">
    <w:name w:val="C0612D21F1E94EBDA27123E0E14CF58E27"/>
    <w:rsid w:val="009C13D3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DBEEB87E694A4CDAA4B71DAB513F25FA27">
    <w:name w:val="DBEEB87E694A4CDAA4B71DAB513F25FA27"/>
    <w:rsid w:val="009C13D3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4DD32707E384E9A945CD64912E5B25027">
    <w:name w:val="F4DD32707E384E9A945CD64912E5B25027"/>
    <w:rsid w:val="009C13D3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A084B287D824FB99D2AE4C10DD8BDA327">
    <w:name w:val="FA084B287D824FB99D2AE4C10DD8BDA327"/>
    <w:rsid w:val="009C13D3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32A080F4A72848E6A24CD8F647A3C5B326">
    <w:name w:val="32A080F4A72848E6A24CD8F647A3C5B326"/>
    <w:rsid w:val="009C13D3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18D0E7B218E4389B4675C3974154F1127">
    <w:name w:val="418D0E7B218E4389B4675C3974154F1127"/>
    <w:rsid w:val="009C13D3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D0D3446563D48708E4B4FE7FC3E273827">
    <w:name w:val="4D0D3446563D48708E4B4FE7FC3E273827"/>
    <w:rsid w:val="009C13D3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12C4AF92655B4CA0B7EE713C716BB82227">
    <w:name w:val="12C4AF92655B4CA0B7EE713C716BB82227"/>
    <w:rsid w:val="009C13D3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A2A78C848FF84CFEA9D05D80EEAA7E9227">
    <w:name w:val="A2A78C848FF84CFEA9D05D80EEAA7E9227"/>
    <w:rsid w:val="009C13D3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E76BC7292F447F1BD18544CBE09A6B428">
    <w:name w:val="FE76BC7292F447F1BD18544CBE09A6B428"/>
    <w:rsid w:val="00C5409A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EAA746B34F374BE6BE2FE70B24D7486728">
    <w:name w:val="EAA746B34F374BE6BE2FE70B24D7486728"/>
    <w:rsid w:val="00C5409A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C0612D21F1E94EBDA27123E0E14CF58E28">
    <w:name w:val="C0612D21F1E94EBDA27123E0E14CF58E28"/>
    <w:rsid w:val="00C5409A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DBEEB87E694A4CDAA4B71DAB513F25FA28">
    <w:name w:val="DBEEB87E694A4CDAA4B71DAB513F25FA28"/>
    <w:rsid w:val="00C5409A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4DD32707E384E9A945CD64912E5B25028">
    <w:name w:val="F4DD32707E384E9A945CD64912E5B25028"/>
    <w:rsid w:val="00C5409A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A084B287D824FB99D2AE4C10DD8BDA328">
    <w:name w:val="FA084B287D824FB99D2AE4C10DD8BDA328"/>
    <w:rsid w:val="00C5409A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32A080F4A72848E6A24CD8F647A3C5B327">
    <w:name w:val="32A080F4A72848E6A24CD8F647A3C5B327"/>
    <w:rsid w:val="00C5409A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18D0E7B218E4389B4675C3974154F1128">
    <w:name w:val="418D0E7B218E4389B4675C3974154F1128"/>
    <w:rsid w:val="00C5409A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D0D3446563D48708E4B4FE7FC3E273828">
    <w:name w:val="4D0D3446563D48708E4B4FE7FC3E273828"/>
    <w:rsid w:val="00C5409A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12C4AF92655B4CA0B7EE713C716BB82228">
    <w:name w:val="12C4AF92655B4CA0B7EE713C716BB82228"/>
    <w:rsid w:val="00C5409A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A2A78C848FF84CFEA9D05D80EEAA7E9228">
    <w:name w:val="A2A78C848FF84CFEA9D05D80EEAA7E9228"/>
    <w:rsid w:val="00C5409A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E76BC7292F447F1BD18544CBE09A6B429">
    <w:name w:val="FE76BC7292F447F1BD18544CBE09A6B429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EAA746B34F374BE6BE2FE70B24D7486729">
    <w:name w:val="EAA746B34F374BE6BE2FE70B24D7486729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C0612D21F1E94EBDA27123E0E14CF58E29">
    <w:name w:val="C0612D21F1E94EBDA27123E0E14CF58E29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4DD32707E384E9A945CD64912E5B25029">
    <w:name w:val="F4DD32707E384E9A945CD64912E5B25029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18D0E7B218E4389B4675C3974154F1129">
    <w:name w:val="418D0E7B218E4389B4675C3974154F1129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D0D3446563D48708E4B4FE7FC3E273829">
    <w:name w:val="4D0D3446563D48708E4B4FE7FC3E273829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12C4AF92655B4CA0B7EE713C716BB82229">
    <w:name w:val="12C4AF92655B4CA0B7EE713C716BB82229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A2A78C848FF84CFEA9D05D80EEAA7E9229">
    <w:name w:val="A2A78C848FF84CFEA9D05D80EEAA7E9229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E76BC7292F447F1BD18544CBE09A6B430">
    <w:name w:val="FE76BC7292F447F1BD18544CBE09A6B430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EAA746B34F374BE6BE2FE70B24D7486730">
    <w:name w:val="EAA746B34F374BE6BE2FE70B24D7486730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C0612D21F1E94EBDA27123E0E14CF58E30">
    <w:name w:val="C0612D21F1E94EBDA27123E0E14CF58E30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4DD32707E384E9A945CD64912E5B25030">
    <w:name w:val="F4DD32707E384E9A945CD64912E5B25030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18D0E7B218E4389B4675C3974154F1130">
    <w:name w:val="418D0E7B218E4389B4675C3974154F1130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D0D3446563D48708E4B4FE7FC3E273830">
    <w:name w:val="4D0D3446563D48708E4B4FE7FC3E273830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12C4AF92655B4CA0B7EE713C716BB82230">
    <w:name w:val="12C4AF92655B4CA0B7EE713C716BB82230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A2A78C848FF84CFEA9D05D80EEAA7E9230">
    <w:name w:val="A2A78C848FF84CFEA9D05D80EEAA7E9230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E76BC7292F447F1BD18544CBE09A6B431">
    <w:name w:val="FE76BC7292F447F1BD18544CBE09A6B431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EAA746B34F374BE6BE2FE70B24D7486731">
    <w:name w:val="EAA746B34F374BE6BE2FE70B24D7486731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C0612D21F1E94EBDA27123E0E14CF58E31">
    <w:name w:val="C0612D21F1E94EBDA27123E0E14CF58E31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4DD32707E384E9A945CD64912E5B25031">
    <w:name w:val="F4DD32707E384E9A945CD64912E5B25031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18D0E7B218E4389B4675C3974154F1131">
    <w:name w:val="418D0E7B218E4389B4675C3974154F1131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D0D3446563D48708E4B4FE7FC3E273831">
    <w:name w:val="4D0D3446563D48708E4B4FE7FC3E273831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12C4AF92655B4CA0B7EE713C716BB82231">
    <w:name w:val="12C4AF92655B4CA0B7EE713C716BB82231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A2A78C848FF84CFEA9D05D80EEAA7E9231">
    <w:name w:val="A2A78C848FF84CFEA9D05D80EEAA7E9231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789FDFBF678D4FD08AE68DC345CD81F5">
    <w:name w:val="789FDFBF678D4FD08AE68DC345CD81F5"/>
    <w:rsid w:val="002F7588"/>
  </w:style>
  <w:style w:type="paragraph" w:customStyle="1" w:styleId="7282B08437584AD188D878ABB4FA9C90">
    <w:name w:val="7282B08437584AD188D878ABB4FA9C90"/>
    <w:rsid w:val="002F7588"/>
  </w:style>
  <w:style w:type="paragraph" w:customStyle="1" w:styleId="FE76BC7292F447F1BD18544CBE09A6B432">
    <w:name w:val="FE76BC7292F447F1BD18544CBE09A6B432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EAA746B34F374BE6BE2FE70B24D7486732">
    <w:name w:val="EAA746B34F374BE6BE2FE70B24D7486732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C0612D21F1E94EBDA27123E0E14CF58E32">
    <w:name w:val="C0612D21F1E94EBDA27123E0E14CF58E32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4DD32707E384E9A945CD64912E5B25032">
    <w:name w:val="F4DD32707E384E9A945CD64912E5B25032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18D0E7B218E4389B4675C3974154F1132">
    <w:name w:val="418D0E7B218E4389B4675C3974154F1132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D0D3446563D48708E4B4FE7FC3E273832">
    <w:name w:val="4D0D3446563D48708E4B4FE7FC3E273832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12C4AF92655B4CA0B7EE713C716BB82232">
    <w:name w:val="12C4AF92655B4CA0B7EE713C716BB82232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A2A78C848FF84CFEA9D05D80EEAA7E9232">
    <w:name w:val="A2A78C848FF84CFEA9D05D80EEAA7E9232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E76BC7292F447F1BD18544CBE09A6B433">
    <w:name w:val="FE76BC7292F447F1BD18544CBE09A6B433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EAA746B34F374BE6BE2FE70B24D7486733">
    <w:name w:val="EAA746B34F374BE6BE2FE70B24D7486733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C0612D21F1E94EBDA27123E0E14CF58E33">
    <w:name w:val="C0612D21F1E94EBDA27123E0E14CF58E33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4DD32707E384E9A945CD64912E5B25033">
    <w:name w:val="F4DD32707E384E9A945CD64912E5B25033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18D0E7B218E4389B4675C3974154F1133">
    <w:name w:val="418D0E7B218E4389B4675C3974154F1133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D0D3446563D48708E4B4FE7FC3E273833">
    <w:name w:val="4D0D3446563D48708E4B4FE7FC3E273833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12C4AF92655B4CA0B7EE713C716BB82233">
    <w:name w:val="12C4AF92655B4CA0B7EE713C716BB82233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A2A78C848FF84CFEA9D05D80EEAA7E9233">
    <w:name w:val="A2A78C848FF84CFEA9D05D80EEAA7E9233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E76BC7292F447F1BD18544CBE09A6B434">
    <w:name w:val="FE76BC7292F447F1BD18544CBE09A6B434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EAA746B34F374BE6BE2FE70B24D7486734">
    <w:name w:val="EAA746B34F374BE6BE2FE70B24D7486734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C0612D21F1E94EBDA27123E0E14CF58E34">
    <w:name w:val="C0612D21F1E94EBDA27123E0E14CF58E34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4DD32707E384E9A945CD64912E5B25034">
    <w:name w:val="F4DD32707E384E9A945CD64912E5B25034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18D0E7B218E4389B4675C3974154F1134">
    <w:name w:val="418D0E7B218E4389B4675C3974154F1134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D0D3446563D48708E4B4FE7FC3E273834">
    <w:name w:val="4D0D3446563D48708E4B4FE7FC3E273834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12C4AF92655B4CA0B7EE713C716BB82234">
    <w:name w:val="12C4AF92655B4CA0B7EE713C716BB82234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A2A78C848FF84CFEA9D05D80EEAA7E9234">
    <w:name w:val="A2A78C848FF84CFEA9D05D80EEAA7E9234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E76BC7292F447F1BD18544CBE09A6B435">
    <w:name w:val="FE76BC7292F447F1BD18544CBE09A6B435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EAA746B34F374BE6BE2FE70B24D7486735">
    <w:name w:val="EAA746B34F374BE6BE2FE70B24D7486735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C0612D21F1E94EBDA27123E0E14CF58E35">
    <w:name w:val="C0612D21F1E94EBDA27123E0E14CF58E35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4DD32707E384E9A945CD64912E5B25035">
    <w:name w:val="F4DD32707E384E9A945CD64912E5B25035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18D0E7B218E4389B4675C3974154F1135">
    <w:name w:val="418D0E7B218E4389B4675C3974154F1135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D0D3446563D48708E4B4FE7FC3E273835">
    <w:name w:val="4D0D3446563D48708E4B4FE7FC3E273835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12C4AF92655B4CA0B7EE713C716BB82235">
    <w:name w:val="12C4AF92655B4CA0B7EE713C716BB82235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A2A78C848FF84CFEA9D05D80EEAA7E9235">
    <w:name w:val="A2A78C848FF84CFEA9D05D80EEAA7E9235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E76BC7292F447F1BD18544CBE09A6B436">
    <w:name w:val="FE76BC7292F447F1BD18544CBE09A6B436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EAA746B34F374BE6BE2FE70B24D7486736">
    <w:name w:val="EAA746B34F374BE6BE2FE70B24D7486736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C0612D21F1E94EBDA27123E0E14CF58E36">
    <w:name w:val="C0612D21F1E94EBDA27123E0E14CF58E36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4DD32707E384E9A945CD64912E5B25036">
    <w:name w:val="F4DD32707E384E9A945CD64912E5B25036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18D0E7B218E4389B4675C3974154F1136">
    <w:name w:val="418D0E7B218E4389B4675C3974154F1136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D0D3446563D48708E4B4FE7FC3E273836">
    <w:name w:val="4D0D3446563D48708E4B4FE7FC3E273836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12C4AF92655B4CA0B7EE713C716BB82236">
    <w:name w:val="12C4AF92655B4CA0B7EE713C716BB82236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A2A78C848FF84CFEA9D05D80EEAA7E9236">
    <w:name w:val="A2A78C848FF84CFEA9D05D80EEAA7E9236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E76BC7292F447F1BD18544CBE09A6B437">
    <w:name w:val="FE76BC7292F447F1BD18544CBE09A6B437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EAA746B34F374BE6BE2FE70B24D7486737">
    <w:name w:val="EAA746B34F374BE6BE2FE70B24D7486737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C0612D21F1E94EBDA27123E0E14CF58E37">
    <w:name w:val="C0612D21F1E94EBDA27123E0E14CF58E37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4DD32707E384E9A945CD64912E5B25037">
    <w:name w:val="F4DD32707E384E9A945CD64912E5B25037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18D0E7B218E4389B4675C3974154F1137">
    <w:name w:val="418D0E7B218E4389B4675C3974154F1137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D0D3446563D48708E4B4FE7FC3E273837">
    <w:name w:val="4D0D3446563D48708E4B4FE7FC3E273837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12C4AF92655B4CA0B7EE713C716BB82237">
    <w:name w:val="12C4AF92655B4CA0B7EE713C716BB82237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A2A78C848FF84CFEA9D05D80EEAA7E9237">
    <w:name w:val="A2A78C848FF84CFEA9D05D80EEAA7E9237"/>
    <w:rsid w:val="002F758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E76BC7292F447F1BD18544CBE09A6B438">
    <w:name w:val="FE76BC7292F447F1BD18544CBE09A6B438"/>
    <w:rsid w:val="00F530C4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EAA746B34F374BE6BE2FE70B24D7486738">
    <w:name w:val="EAA746B34F374BE6BE2FE70B24D7486738"/>
    <w:rsid w:val="00F530C4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C0612D21F1E94EBDA27123E0E14CF58E38">
    <w:name w:val="C0612D21F1E94EBDA27123E0E14CF58E38"/>
    <w:rsid w:val="00F530C4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4DD32707E384E9A945CD64912E5B25038">
    <w:name w:val="F4DD32707E384E9A945CD64912E5B25038"/>
    <w:rsid w:val="00F530C4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18D0E7B218E4389B4675C3974154F1138">
    <w:name w:val="418D0E7B218E4389B4675C3974154F1138"/>
    <w:rsid w:val="00F530C4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12C4AF92655B4CA0B7EE713C716BB82238">
    <w:name w:val="12C4AF92655B4CA0B7EE713C716BB82238"/>
    <w:rsid w:val="00F530C4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A2A78C848FF84CFEA9D05D80EEAA7E9238">
    <w:name w:val="A2A78C848FF84CFEA9D05D80EEAA7E9238"/>
    <w:rsid w:val="00F530C4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E76BC7292F447F1BD18544CBE09A6B439">
    <w:name w:val="FE76BC7292F447F1BD18544CBE09A6B439"/>
    <w:rsid w:val="00F530C4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EAA746B34F374BE6BE2FE70B24D7486739">
    <w:name w:val="EAA746B34F374BE6BE2FE70B24D7486739"/>
    <w:rsid w:val="00F530C4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C0612D21F1E94EBDA27123E0E14CF58E39">
    <w:name w:val="C0612D21F1E94EBDA27123E0E14CF58E39"/>
    <w:rsid w:val="00F530C4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4DD32707E384E9A945CD64912E5B25039">
    <w:name w:val="F4DD32707E384E9A945CD64912E5B25039"/>
    <w:rsid w:val="00F530C4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18D0E7B218E4389B4675C3974154F1139">
    <w:name w:val="418D0E7B218E4389B4675C3974154F1139"/>
    <w:rsid w:val="00F530C4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12C4AF92655B4CA0B7EE713C716BB82239">
    <w:name w:val="12C4AF92655B4CA0B7EE713C716BB82239"/>
    <w:rsid w:val="00F530C4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A2A78C848FF84CFEA9D05D80EEAA7E9239">
    <w:name w:val="A2A78C848FF84CFEA9D05D80EEAA7E9239"/>
    <w:rsid w:val="00F530C4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5E8C10068D04472C824E06A08E6FB1AA">
    <w:name w:val="5E8C10068D04472C824E06A08E6FB1AA"/>
    <w:rsid w:val="00EC1861"/>
  </w:style>
  <w:style w:type="paragraph" w:customStyle="1" w:styleId="510BF0C8243F4EB7871A9CCF3B57DE8B">
    <w:name w:val="510BF0C8243F4EB7871A9CCF3B57DE8B"/>
    <w:rsid w:val="00EC1861"/>
  </w:style>
  <w:style w:type="paragraph" w:customStyle="1" w:styleId="BFDB06C74C04457BA3E32556F0EF5FAD">
    <w:name w:val="BFDB06C74C04457BA3E32556F0EF5FAD"/>
    <w:rsid w:val="00EC1861"/>
  </w:style>
  <w:style w:type="paragraph" w:customStyle="1" w:styleId="FE76BC7292F447F1BD18544CBE09A6B440">
    <w:name w:val="FE76BC7292F447F1BD18544CBE09A6B440"/>
    <w:rsid w:val="00714491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EAA746B34F374BE6BE2FE70B24D7486740">
    <w:name w:val="EAA746B34F374BE6BE2FE70B24D7486740"/>
    <w:rsid w:val="00714491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C0612D21F1E94EBDA27123E0E14CF58E40">
    <w:name w:val="C0612D21F1E94EBDA27123E0E14CF58E40"/>
    <w:rsid w:val="00714491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F4DD32707E384E9A945CD64912E5B25040">
    <w:name w:val="F4DD32707E384E9A945CD64912E5B25040"/>
    <w:rsid w:val="00714491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418D0E7B218E4389B4675C3974154F1140">
    <w:name w:val="418D0E7B218E4389B4675C3974154F1140"/>
    <w:rsid w:val="00714491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510BF0C8243F4EB7871A9CCF3B57DE8B1">
    <w:name w:val="510BF0C8243F4EB7871A9CCF3B57DE8B1"/>
    <w:rsid w:val="00714491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BFDB06C74C04457BA3E32556F0EF5FAD1">
    <w:name w:val="BFDB06C74C04457BA3E32556F0EF5FAD1"/>
    <w:rsid w:val="00714491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6D1841D83C6F4FBE9AFF3E53A32D44AE">
    <w:name w:val="6D1841D83C6F4FBE9AFF3E53A32D44AE"/>
    <w:rsid w:val="00714491"/>
  </w:style>
  <w:style w:type="paragraph" w:customStyle="1" w:styleId="BCF8B67EA03D45B489706D501C97293F">
    <w:name w:val="BCF8B67EA03D45B489706D501C97293F"/>
    <w:rsid w:val="00714491"/>
  </w:style>
  <w:style w:type="paragraph" w:customStyle="1" w:styleId="3F83307B62904642BE6CAA2D9E874B6C">
    <w:name w:val="3F83307B62904642BE6CAA2D9E874B6C"/>
    <w:rsid w:val="00714491"/>
  </w:style>
  <w:style w:type="paragraph" w:customStyle="1" w:styleId="2D43F8BECA2D4E45B4FBD9F197B06758">
    <w:name w:val="2D43F8BECA2D4E45B4FBD9F197B06758"/>
    <w:rsid w:val="0071449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68171FFA.dotm</Template>
  <TotalTime>39</TotalTime>
  <Pages>1</Pages>
  <Words>84</Words>
  <Characters>483</Characters>
  <Application>Microsoft Office Word</Application>
  <DocSecurity>8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 Houston State University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Carter</dc:creator>
  <cp:keywords/>
  <dc:description/>
  <cp:lastModifiedBy>Computer Services</cp:lastModifiedBy>
  <cp:revision>24</cp:revision>
  <dcterms:created xsi:type="dcterms:W3CDTF">2010-12-09T22:43:00Z</dcterms:created>
  <dcterms:modified xsi:type="dcterms:W3CDTF">2011-08-23T14:04:00Z</dcterms:modified>
</cp:coreProperties>
</file>